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D679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67960">
        <w:rPr>
          <w:rFonts w:ascii="Corbel" w:hAnsi="Corbel"/>
          <w:b/>
          <w:bCs/>
        </w:rPr>
        <w:t xml:space="preserve">   </w:t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D8678B" w:rsidRPr="00D67960">
        <w:rPr>
          <w:rFonts w:ascii="Corbel" w:hAnsi="Corbel"/>
          <w:bCs/>
          <w:i/>
        </w:rPr>
        <w:t xml:space="preserve">Załącznik nr </w:t>
      </w:r>
      <w:r w:rsidR="006F31E2" w:rsidRPr="00D67960">
        <w:rPr>
          <w:rFonts w:ascii="Corbel" w:hAnsi="Corbel"/>
          <w:bCs/>
          <w:i/>
        </w:rPr>
        <w:t>1.5</w:t>
      </w:r>
      <w:r w:rsidR="00D8678B" w:rsidRPr="00D67960">
        <w:rPr>
          <w:rFonts w:ascii="Corbel" w:hAnsi="Corbel"/>
          <w:bCs/>
          <w:i/>
        </w:rPr>
        <w:t xml:space="preserve"> do Zarządzenia</w:t>
      </w:r>
      <w:r w:rsidR="002A22BF" w:rsidRPr="00D67960">
        <w:rPr>
          <w:rFonts w:ascii="Corbel" w:hAnsi="Corbel"/>
          <w:bCs/>
          <w:i/>
        </w:rPr>
        <w:t xml:space="preserve"> Rektora UR </w:t>
      </w:r>
      <w:r w:rsidR="00CD6897" w:rsidRPr="00D67960">
        <w:rPr>
          <w:rFonts w:ascii="Corbel" w:hAnsi="Corbel"/>
          <w:bCs/>
          <w:i/>
        </w:rPr>
        <w:t xml:space="preserve"> nr </w:t>
      </w:r>
      <w:r w:rsidR="00F17567" w:rsidRPr="00D67960">
        <w:rPr>
          <w:rFonts w:ascii="Corbel" w:hAnsi="Corbel"/>
          <w:bCs/>
          <w:i/>
        </w:rPr>
        <w:t>12/2019</w:t>
      </w:r>
    </w:p>
    <w:p w14:paraId="33F16091" w14:textId="77777777" w:rsidR="0085747A" w:rsidRPr="00D679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1927E958" w:rsidR="0085747A" w:rsidRPr="00D679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7960">
        <w:rPr>
          <w:rFonts w:ascii="Corbel" w:hAnsi="Corbel"/>
          <w:b/>
          <w:smallCaps/>
          <w:sz w:val="24"/>
          <w:szCs w:val="24"/>
        </w:rPr>
        <w:t xml:space="preserve"> </w:t>
      </w:r>
      <w:r w:rsidR="0047632A" w:rsidRPr="00D67960">
        <w:rPr>
          <w:rFonts w:ascii="Corbel" w:hAnsi="Corbel"/>
          <w:i/>
          <w:smallCaps/>
          <w:sz w:val="24"/>
          <w:szCs w:val="24"/>
        </w:rPr>
        <w:t xml:space="preserve"> </w:t>
      </w:r>
      <w:r w:rsidR="000F7ACD" w:rsidRPr="000F7ACD">
        <w:rPr>
          <w:rFonts w:ascii="Corbel" w:hAnsi="Corbel"/>
          <w:i/>
          <w:smallCaps/>
          <w:sz w:val="24"/>
          <w:szCs w:val="24"/>
        </w:rPr>
        <w:t>2022-2025</w:t>
      </w:r>
    </w:p>
    <w:p w14:paraId="347FE3F7" w14:textId="206143A7" w:rsidR="0085747A" w:rsidRPr="00D67960" w:rsidRDefault="00EA4832" w:rsidP="00DC718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i/>
          <w:sz w:val="24"/>
          <w:szCs w:val="24"/>
        </w:rPr>
        <w:t xml:space="preserve"> </w:t>
      </w:r>
      <w:r w:rsidR="0085747A" w:rsidRPr="00D67960">
        <w:rPr>
          <w:rFonts w:ascii="Corbel" w:hAnsi="Corbel"/>
          <w:i/>
          <w:sz w:val="20"/>
          <w:szCs w:val="20"/>
        </w:rPr>
        <w:t>(skrajne daty</w:t>
      </w:r>
      <w:r w:rsidR="0085747A" w:rsidRPr="00D67960">
        <w:rPr>
          <w:rFonts w:ascii="Corbel" w:hAnsi="Corbel"/>
          <w:sz w:val="20"/>
          <w:szCs w:val="20"/>
        </w:rPr>
        <w:t>)</w:t>
      </w:r>
    </w:p>
    <w:p w14:paraId="295937E0" w14:textId="3E97564B" w:rsidR="00445970" w:rsidRPr="00D6796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="000F7ACD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 xml:space="preserve">Rok akademicki </w:t>
      </w:r>
      <w:r w:rsidR="000F7ACD" w:rsidRPr="000F7ACD">
        <w:rPr>
          <w:rFonts w:ascii="Corbel" w:hAnsi="Corbel"/>
          <w:sz w:val="20"/>
          <w:szCs w:val="20"/>
        </w:rPr>
        <w:t>2023/2024</w:t>
      </w:r>
    </w:p>
    <w:p w14:paraId="5EC1483E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0F7ACD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F7ACD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1F153407" w:rsidR="0047632A" w:rsidRPr="00D67960" w:rsidRDefault="000F7ACD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AC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10A92CA5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4436D66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D679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E91C9A" w14:textId="3B28FD59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6EFAE5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p w14:paraId="23FF902E" w14:textId="77777777" w:rsidR="00387794" w:rsidRPr="00D67960" w:rsidRDefault="00387794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77777777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6584B49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0F7ACD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DD511" w14:textId="77777777" w:rsidR="00E960BB" w:rsidRPr="00D679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D67960" w14:paraId="14914E36" w14:textId="77777777" w:rsidTr="003E27D6">
        <w:tc>
          <w:tcPr>
            <w:tcW w:w="1962" w:type="dxa"/>
          </w:tcPr>
          <w:p w14:paraId="4854BAE9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0CCA0CFF" w:rsidR="003E27D6" w:rsidRPr="00D67960" w:rsidRDefault="00C803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325CF96C" w14:textId="77777777" w:rsidTr="003E27D6">
        <w:tc>
          <w:tcPr>
            <w:tcW w:w="1962" w:type="dxa"/>
          </w:tcPr>
          <w:p w14:paraId="25723001" w14:textId="77777777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5D40DB63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0162D237" w14:textId="77777777" w:rsidTr="003E27D6">
        <w:tc>
          <w:tcPr>
            <w:tcW w:w="1962" w:type="dxa"/>
          </w:tcPr>
          <w:p w14:paraId="53ECB66B" w14:textId="1F5EC70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1C2D5D3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4E3E16E1" w14:textId="77777777" w:rsidTr="003E27D6">
        <w:tc>
          <w:tcPr>
            <w:tcW w:w="1962" w:type="dxa"/>
          </w:tcPr>
          <w:p w14:paraId="1E60C59E" w14:textId="23288FE8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135E4201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383C05E9" w14:textId="77777777" w:rsidTr="003E27D6">
        <w:tc>
          <w:tcPr>
            <w:tcW w:w="1962" w:type="dxa"/>
          </w:tcPr>
          <w:p w14:paraId="76569E4E" w14:textId="4973ECFC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745B089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ab/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2216E23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145149CD" w14:textId="77777777" w:rsidR="00CA4B39" w:rsidRPr="00D67960" w:rsidRDefault="00CA4B39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62B001" w14:textId="45BC9EF1" w:rsidR="0085747A" w:rsidRPr="00D67960" w:rsidRDefault="0047632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>praca projektowa na ocenę wraz z aktywnością na zajęciach</w:t>
            </w:r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488F340" w:rsidR="009F4610" w:rsidRPr="00D679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79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79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5638BF0E" w:rsidR="00CD597E" w:rsidRDefault="0085747A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03D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A066E0D" w14:textId="77777777" w:rsidR="00C803D6" w:rsidRPr="00C803D6" w:rsidRDefault="00C803D6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43B8CD2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03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A22DC0" w14:textId="77777777" w:rsidR="00C803D6" w:rsidRPr="00C803D6" w:rsidRDefault="00C803D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31E30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CA955" w14:textId="77777777" w:rsidR="00CF083C" w:rsidRDefault="00CF083C" w:rsidP="00C16ABF">
      <w:pPr>
        <w:spacing w:after="0" w:line="240" w:lineRule="auto"/>
      </w:pPr>
      <w:r>
        <w:separator/>
      </w:r>
    </w:p>
  </w:endnote>
  <w:endnote w:type="continuationSeparator" w:id="0">
    <w:p w14:paraId="39B0C441" w14:textId="77777777" w:rsidR="00CF083C" w:rsidRDefault="00CF08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EF6A2" w14:textId="77777777" w:rsidR="00CF083C" w:rsidRDefault="00CF083C" w:rsidP="00C16ABF">
      <w:pPr>
        <w:spacing w:after="0" w:line="240" w:lineRule="auto"/>
      </w:pPr>
      <w:r>
        <w:separator/>
      </w:r>
    </w:p>
  </w:footnote>
  <w:footnote w:type="continuationSeparator" w:id="0">
    <w:p w14:paraId="43BD2A63" w14:textId="77777777" w:rsidR="00CF083C" w:rsidRDefault="00CF083C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D04B0"/>
    <w:rsid w:val="000F1C57"/>
    <w:rsid w:val="000F5615"/>
    <w:rsid w:val="000F7ACD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87794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E5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D6"/>
    <w:rsid w:val="00C94B98"/>
    <w:rsid w:val="00CA2B96"/>
    <w:rsid w:val="00CA4B39"/>
    <w:rsid w:val="00CA5089"/>
    <w:rsid w:val="00CA56E5"/>
    <w:rsid w:val="00CD597E"/>
    <w:rsid w:val="00CD6897"/>
    <w:rsid w:val="00CE5BAC"/>
    <w:rsid w:val="00CF083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E0040-6814-4059-8873-D3C0A965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2021-02-04T08:26:00Z</dcterms:created>
  <dcterms:modified xsi:type="dcterms:W3CDTF">2022-05-25T09:18:00Z</dcterms:modified>
</cp:coreProperties>
</file>